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435F0F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435F0F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35F0F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435F0F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0F2DCF" w:rsidRPr="00CF2403" w:rsidRDefault="000F2DCF" w:rsidP="000F2DCF">
            <w:pPr>
              <w:jc w:val="center"/>
              <w:rPr>
                <w:rFonts w:cs="Arial"/>
                <w:b/>
                <w:bCs/>
                <w:caps/>
                <w:color w:val="FF0000"/>
                <w:szCs w:val="20"/>
              </w:rPr>
            </w:pPr>
            <w:r w:rsidRPr="00CF2403">
              <w:rPr>
                <w:rFonts w:cs="Arial"/>
                <w:b/>
                <w:bCs/>
                <w:caps/>
                <w:color w:val="FF0000"/>
                <w:szCs w:val="20"/>
              </w:rPr>
              <w:t xml:space="preserve">administrátor veřejných zakázek </w:t>
            </w:r>
          </w:p>
          <w:p w:rsidR="00003D2B" w:rsidRPr="0025072A" w:rsidRDefault="000F2DCF" w:rsidP="000F2D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2403">
              <w:rPr>
                <w:rFonts w:ascii="Arial" w:hAnsi="Arial" w:cs="Arial"/>
                <w:bCs/>
                <w:color w:val="FF0000"/>
                <w:sz w:val="20"/>
                <w:szCs w:val="20"/>
              </w:rPr>
              <w:t>a související poradenství pro město uherský brod a příspěvkové organizace zřízené městem uherský brod</w:t>
            </w:r>
          </w:p>
        </w:tc>
      </w:tr>
      <w:tr w:rsidR="00F928D8" w:rsidRPr="003D1519" w:rsidTr="00435F0F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p w:rsidR="00435F0F" w:rsidRDefault="00435F0F" w:rsidP="00815E98">
      <w:pPr>
        <w:pStyle w:val="Textdopisu"/>
        <w:rPr>
          <w:sz w:val="16"/>
          <w:szCs w:val="16"/>
        </w:rPr>
      </w:pPr>
    </w:p>
    <w:p w:rsidR="00435F0F" w:rsidRDefault="00435F0F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35F0F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E732AB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Jsem si vědom/a všec</w:t>
            </w:r>
            <w:r w:rsidR="00F928D8" w:rsidRPr="007D6D09">
              <w:rPr>
                <w:rFonts w:cs="Arial"/>
                <w:b/>
                <w:sz w:val="24"/>
              </w:rPr>
              <w:t>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435F0F" w:rsidRDefault="00435F0F" w:rsidP="00435F0F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828"/>
        <w:gridCol w:w="2624"/>
      </w:tblGrid>
      <w:tr w:rsidR="00435F0F" w:rsidRPr="003D1519" w:rsidTr="009446A0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bottom"/>
          </w:tcPr>
          <w:p w:rsidR="00435F0F" w:rsidRPr="003D1519" w:rsidRDefault="00435F0F" w:rsidP="009446A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Dodavatel:</w:t>
            </w:r>
          </w:p>
        </w:tc>
      </w:tr>
      <w:tr w:rsidR="00435F0F" w:rsidRPr="00F03382" w:rsidTr="009446A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35F0F" w:rsidRPr="003D1519" w:rsidRDefault="00435F0F" w:rsidP="009446A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5F0F" w:rsidRPr="00F03382" w:rsidRDefault="00435F0F" w:rsidP="009446A0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35F0F" w:rsidTr="009446A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35F0F" w:rsidRPr="003D1519" w:rsidRDefault="00435F0F" w:rsidP="009446A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5F0F" w:rsidRDefault="00435F0F" w:rsidP="009446A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35F0F" w:rsidTr="009446A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35F0F" w:rsidRPr="003D1519" w:rsidRDefault="00435F0F" w:rsidP="009446A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5F0F" w:rsidRDefault="00435F0F" w:rsidP="009446A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35F0F" w:rsidRPr="003D1519" w:rsidTr="009446A0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:rsidR="00435F0F" w:rsidRPr="003D1519" w:rsidRDefault="00435F0F" w:rsidP="009446A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35F0F" w:rsidRPr="003D1519" w:rsidTr="009446A0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35F0F" w:rsidRPr="003D1519" w:rsidRDefault="00435F0F" w:rsidP="009446A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2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F0F" w:rsidRDefault="00435F0F" w:rsidP="009446A0">
            <w:pPr>
              <w:jc w:val="center"/>
              <w:rPr>
                <w:szCs w:val="20"/>
              </w:rPr>
            </w:pPr>
          </w:p>
          <w:p w:rsidR="00435F0F" w:rsidRPr="003D1519" w:rsidRDefault="00435F0F" w:rsidP="009446A0">
            <w:pPr>
              <w:rPr>
                <w:szCs w:val="20"/>
              </w:rPr>
            </w:pP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35F0F" w:rsidRPr="003D1519" w:rsidRDefault="00435F0F" w:rsidP="009446A0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35F0F" w:rsidRPr="003D1519" w:rsidTr="009446A0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35F0F" w:rsidRPr="003D1519" w:rsidRDefault="00435F0F" w:rsidP="009446A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5F0F" w:rsidRPr="003D1519" w:rsidRDefault="00435F0F" w:rsidP="009446A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35F0F" w:rsidRPr="003D1519" w:rsidTr="009446A0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35F0F" w:rsidRPr="00153290" w:rsidRDefault="00435F0F" w:rsidP="009446A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5F0F" w:rsidRPr="003D1519" w:rsidRDefault="00435F0F" w:rsidP="009446A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35F0F" w:rsidRPr="003D1519" w:rsidTr="009446A0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35F0F" w:rsidRPr="00153290" w:rsidRDefault="00435F0F" w:rsidP="009446A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F0F" w:rsidRPr="003D1519" w:rsidRDefault="00435F0F" w:rsidP="009446A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35F0F" w:rsidRDefault="00435F0F" w:rsidP="00435F0F">
      <w:pPr>
        <w:pStyle w:val="Textdopisu"/>
        <w:rPr>
          <w:sz w:val="16"/>
          <w:szCs w:val="16"/>
        </w:rPr>
      </w:pPr>
    </w:p>
    <w:p w:rsidR="00D927FA" w:rsidRDefault="00D927FA" w:rsidP="00435F0F">
      <w:pPr>
        <w:pStyle w:val="Textdopisu"/>
        <w:spacing w:line="276" w:lineRule="auto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F2DCF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7340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35F0F">
                            <w:rPr>
                              <w:b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35F0F">
                      <w:rPr>
                        <w:b/>
                        <w:szCs w:val="2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2DCF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3402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1FD8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35F0F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82A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3F7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6A2D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3CAB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2AB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11774A8</Template>
  <TotalTime>22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29</cp:revision>
  <cp:lastPrinted>2025-05-07T14:18:00Z</cp:lastPrinted>
  <dcterms:created xsi:type="dcterms:W3CDTF">2019-09-19T08:40:00Z</dcterms:created>
  <dcterms:modified xsi:type="dcterms:W3CDTF">2025-05-07T14:18:00Z</dcterms:modified>
</cp:coreProperties>
</file>